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74" w:rsidRDefault="00FA1574" w:rsidP="0072290F">
      <w:pPr>
        <w:jc w:val="both"/>
      </w:pPr>
      <w:r>
        <w:t xml:space="preserve">            На основу   чл. 32 Закона о локалној самоуправи ( „ Службени гласник  РС“, бр. 129/07 и 83/14 – др. Закон и 47/18)  чл. 20а ст.1 тач.5  Одлуке о оснивњу Здравствене установе“Апотека“Врање и преузимању оснивачких права над Апотекарском установом Врање  (Службени гласник Пчињског округа бр. 22/06 и 12/09 и Службени гласник града Врања бр. 28/15 ) и чл. 32 ст 1. Тач.13 Статута града Врања  (Службени гласник града Врања бр. 3/ 18-пречишћен текст), Скупштина града Врања на седници одржаној дана 26.12.2018.године, донела је</w:t>
      </w:r>
    </w:p>
    <w:p w:rsidR="00FA1574" w:rsidRDefault="00FA1574" w:rsidP="007D5EBE">
      <w:pPr>
        <w:jc w:val="center"/>
      </w:pPr>
    </w:p>
    <w:p w:rsidR="00FA1574" w:rsidRPr="007D5EBE" w:rsidRDefault="00FA1574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FA1574" w:rsidRDefault="00FA1574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FA1574" w:rsidRPr="0078463A" w:rsidRDefault="00FA1574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ЗДРАВСТВЕНЕ УСТАНОВЕ“АПОТЕКА“ ВРАЊЕ ЗА 2019.ГОДИНУ</w:t>
      </w:r>
    </w:p>
    <w:p w:rsidR="00FA1574" w:rsidRPr="007D5EBE" w:rsidRDefault="00FA1574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FA1574" w:rsidRDefault="00FA1574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Здравствене установе „Апотека“ Врање за 2019. годину.</w:t>
      </w:r>
    </w:p>
    <w:p w:rsidR="00FA1574" w:rsidRDefault="00FA1574" w:rsidP="007D5EBE"/>
    <w:p w:rsidR="00FA1574" w:rsidRPr="007D5EBE" w:rsidRDefault="00FA1574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FA1574" w:rsidRDefault="00FA1574" w:rsidP="007D5EBE"/>
    <w:p w:rsidR="00FA1574" w:rsidRDefault="00FA1574" w:rsidP="007D5EBE">
      <w:r>
        <w:t xml:space="preserve">                Решење објавити у Службеном гласнику града Врања.</w:t>
      </w:r>
    </w:p>
    <w:p w:rsidR="00FA1574" w:rsidRDefault="00FA1574" w:rsidP="007D5EBE"/>
    <w:p w:rsidR="00FA1574" w:rsidRDefault="00FA1574" w:rsidP="00F64BED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FA1574" w:rsidRDefault="00FA1574" w:rsidP="00F64BED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FA1574" w:rsidRDefault="00FA1574" w:rsidP="00F64BED">
      <w:pPr>
        <w:rPr>
          <w:b/>
        </w:rPr>
      </w:pPr>
    </w:p>
    <w:p w:rsidR="00FA1574" w:rsidRDefault="00FA1574" w:rsidP="00F64BED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FA1574" w:rsidRDefault="00FA1574" w:rsidP="00F64BED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FA1574" w:rsidRDefault="00FA1574" w:rsidP="00F64BED">
      <w:pPr>
        <w:tabs>
          <w:tab w:val="left" w:pos="5430"/>
        </w:tabs>
        <w:rPr>
          <w:b/>
        </w:rPr>
      </w:pPr>
    </w:p>
    <w:p w:rsidR="00FA1574" w:rsidRDefault="00FA1574" w:rsidP="00F64BED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FA1574" w:rsidRDefault="00FA1574" w:rsidP="00F64BED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FA1574" w:rsidRPr="007D5EBE" w:rsidRDefault="00FA1574" w:rsidP="007D5EBE">
      <w:pPr>
        <w:tabs>
          <w:tab w:val="left" w:pos="5430"/>
        </w:tabs>
        <w:rPr>
          <w:b/>
        </w:rPr>
      </w:pPr>
    </w:p>
    <w:p w:rsidR="00FA1574" w:rsidRPr="007D5EBE" w:rsidRDefault="00FA1574" w:rsidP="007D5EBE">
      <w:pPr>
        <w:rPr>
          <w:b/>
        </w:rPr>
      </w:pPr>
    </w:p>
    <w:sectPr w:rsidR="00FA1574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B6EF0"/>
    <w:rsid w:val="000D5EB7"/>
    <w:rsid w:val="00143566"/>
    <w:rsid w:val="001A503C"/>
    <w:rsid w:val="001C044E"/>
    <w:rsid w:val="002C6EAD"/>
    <w:rsid w:val="00320FCF"/>
    <w:rsid w:val="003A1E5C"/>
    <w:rsid w:val="004B4D27"/>
    <w:rsid w:val="004C57D6"/>
    <w:rsid w:val="004D121D"/>
    <w:rsid w:val="00534903"/>
    <w:rsid w:val="005647F9"/>
    <w:rsid w:val="0059161A"/>
    <w:rsid w:val="006538BA"/>
    <w:rsid w:val="006677FE"/>
    <w:rsid w:val="00714DE0"/>
    <w:rsid w:val="0072290F"/>
    <w:rsid w:val="007322B5"/>
    <w:rsid w:val="0073592F"/>
    <w:rsid w:val="0078463A"/>
    <w:rsid w:val="007D5EBE"/>
    <w:rsid w:val="007F1BB3"/>
    <w:rsid w:val="00871937"/>
    <w:rsid w:val="008E2763"/>
    <w:rsid w:val="008E5653"/>
    <w:rsid w:val="0093771D"/>
    <w:rsid w:val="00960CE4"/>
    <w:rsid w:val="009E50A2"/>
    <w:rsid w:val="00A10964"/>
    <w:rsid w:val="00BF3AB7"/>
    <w:rsid w:val="00C22DC5"/>
    <w:rsid w:val="00C87B54"/>
    <w:rsid w:val="00D21578"/>
    <w:rsid w:val="00E55F38"/>
    <w:rsid w:val="00EE5E93"/>
    <w:rsid w:val="00F1426B"/>
    <w:rsid w:val="00F64BED"/>
    <w:rsid w:val="00FA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8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1</Pages>
  <Words>199</Words>
  <Characters>1137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16</cp:revision>
  <cp:lastPrinted>2018-12-27T11:27:00Z</cp:lastPrinted>
  <dcterms:created xsi:type="dcterms:W3CDTF">2017-12-21T13:58:00Z</dcterms:created>
  <dcterms:modified xsi:type="dcterms:W3CDTF">2018-12-27T11:27:00Z</dcterms:modified>
</cp:coreProperties>
</file>